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02BB1-424E-41FC-93FA-8D555A40430A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